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B50B1">
        <w:rPr>
          <w:rFonts w:ascii="Corbel" w:hAnsi="Corbel"/>
          <w:bCs/>
          <w:i/>
        </w:rPr>
        <w:t xml:space="preserve">Załącznik nr </w:t>
      </w:r>
      <w:r w:rsidR="006F31E2" w:rsidRPr="008B50B1">
        <w:rPr>
          <w:rFonts w:ascii="Corbel" w:hAnsi="Corbel"/>
          <w:bCs/>
          <w:i/>
        </w:rPr>
        <w:t>1.5</w:t>
      </w:r>
      <w:r w:rsidR="00D8678B" w:rsidRPr="008B50B1">
        <w:rPr>
          <w:rFonts w:ascii="Corbel" w:hAnsi="Corbel"/>
          <w:bCs/>
          <w:i/>
        </w:rPr>
        <w:t xml:space="preserve"> do Zarządzenia</w:t>
      </w:r>
      <w:r w:rsidR="002A22BF" w:rsidRPr="008B50B1">
        <w:rPr>
          <w:rFonts w:ascii="Corbel" w:hAnsi="Corbel"/>
          <w:bCs/>
          <w:i/>
        </w:rPr>
        <w:t xml:space="preserve"> Rektora </w:t>
      </w:r>
      <w:proofErr w:type="spellStart"/>
      <w:r w:rsidR="002A22BF" w:rsidRPr="008B50B1">
        <w:rPr>
          <w:rFonts w:ascii="Corbel" w:hAnsi="Corbel"/>
          <w:bCs/>
          <w:i/>
        </w:rPr>
        <w:t>UR</w:t>
      </w:r>
      <w:proofErr w:type="spellEnd"/>
      <w:r w:rsidR="002A22BF" w:rsidRPr="008B50B1">
        <w:rPr>
          <w:rFonts w:ascii="Corbel" w:hAnsi="Corbel"/>
          <w:bCs/>
          <w:i/>
        </w:rPr>
        <w:t xml:space="preserve"> </w:t>
      </w:r>
      <w:r w:rsidRPr="008B50B1">
        <w:rPr>
          <w:rFonts w:ascii="Corbel" w:hAnsi="Corbel"/>
          <w:bCs/>
          <w:i/>
        </w:rPr>
        <w:t xml:space="preserve"> nr </w:t>
      </w:r>
      <w:r w:rsidR="00F17567" w:rsidRPr="008B50B1">
        <w:rPr>
          <w:rFonts w:ascii="Corbel" w:hAnsi="Corbel"/>
          <w:bCs/>
          <w:i/>
        </w:rPr>
        <w:t>12/2019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D130A3B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004355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04CF82E0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004355">
        <w:rPr>
          <w:rFonts w:ascii="Corbel" w:hAnsi="Corbel"/>
          <w:sz w:val="20"/>
          <w:szCs w:val="20"/>
        </w:rPr>
        <w:t>0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004355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FA5F3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A3B7251" w:rsidR="0085747A" w:rsidRPr="008B50B1" w:rsidRDefault="004176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B50B1">
        <w:rPr>
          <w:rFonts w:ascii="Corbel" w:hAnsi="Corbel"/>
          <w:sz w:val="24"/>
          <w:szCs w:val="24"/>
        </w:rPr>
        <w:t>ECTS</w:t>
      </w:r>
      <w:proofErr w:type="spellEnd"/>
      <w:r w:rsidRPr="008B50B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Wykł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Konw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Sem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Prakt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B50B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02FCB70" w:rsidR="003823BE" w:rsidRPr="008B50B1" w:rsidRDefault="00FA5F3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hedging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Opcje europejskie i amerykańskie. Wartość wewnętrzna i czasowa opcji, opcje w cenie, poza ceną, po cenie. Parytet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call-put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Opcje na GPW w Warszawie: specyfikacja kontraktu, kwotowanie, liczba otwartych pozycji. Opcje na 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Rynek spot i rynek terminowy.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Kwotowanie w punktach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swapowych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Depozyt i równanie do rynku. Baza i ryzyko bazy.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a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B50B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B50B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151569B" w:rsidR="00D45B17" w:rsidRPr="008B50B1" w:rsidRDefault="00FA5F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04CBB51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FA5F3F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B50B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B50B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B50B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Echaust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Grzywacz J. (red.), Finansowe instrumenty pochodne, Oficyna Wydawnicza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SGH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Kilijańska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I., Karwowski J.,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Poskart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cop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3893B" w14:textId="77777777" w:rsidR="00133A24" w:rsidRDefault="00133A24" w:rsidP="00C16ABF">
      <w:pPr>
        <w:spacing w:after="0" w:line="240" w:lineRule="auto"/>
      </w:pPr>
      <w:r>
        <w:separator/>
      </w:r>
    </w:p>
  </w:endnote>
  <w:endnote w:type="continuationSeparator" w:id="0">
    <w:p w14:paraId="4290F468" w14:textId="77777777" w:rsidR="00133A24" w:rsidRDefault="00133A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4A08B" w14:textId="77777777" w:rsidR="00133A24" w:rsidRDefault="00133A24" w:rsidP="00C16ABF">
      <w:pPr>
        <w:spacing w:after="0" w:line="240" w:lineRule="auto"/>
      </w:pPr>
      <w:r>
        <w:separator/>
      </w:r>
    </w:p>
  </w:footnote>
  <w:footnote w:type="continuationSeparator" w:id="0">
    <w:p w14:paraId="7BE29007" w14:textId="77777777" w:rsidR="00133A24" w:rsidRDefault="00133A2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355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3A2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62F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F1551"/>
    <w:rsid w:val="004F55A3"/>
    <w:rsid w:val="0050496F"/>
    <w:rsid w:val="00513B6F"/>
    <w:rsid w:val="00517C63"/>
    <w:rsid w:val="00524AB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0169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F75"/>
    <w:rsid w:val="006D050F"/>
    <w:rsid w:val="006D46A6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5F3F"/>
    <w:rsid w:val="00FB599C"/>
    <w:rsid w:val="00FB7DBA"/>
    <w:rsid w:val="00FC1C25"/>
    <w:rsid w:val="00FC3F45"/>
    <w:rsid w:val="00FD24AD"/>
    <w:rsid w:val="00FD503F"/>
    <w:rsid w:val="00FD7589"/>
    <w:rsid w:val="00FF016A"/>
    <w:rsid w:val="00FF0A47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24A4A-404E-4786-923D-164E4552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2021-02-01T10:35:00Z</dcterms:created>
  <dcterms:modified xsi:type="dcterms:W3CDTF">2021-11-05T13:47:00Z</dcterms:modified>
</cp:coreProperties>
</file>